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001E9" w14:textId="4B336C43" w:rsidR="00865736" w:rsidRPr="00E960BB" w:rsidRDefault="00997F14" w:rsidP="00865736">
      <w:pPr>
        <w:spacing w:line="240" w:lineRule="auto"/>
        <w:jc w:val="right"/>
        <w:rPr>
          <w:rFonts w:ascii="Corbel" w:hAnsi="Corbel"/>
          <w:bCs/>
          <w:i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865736"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="00865736" w:rsidRPr="00E960BB">
        <w:rPr>
          <w:rFonts w:ascii="Corbel" w:hAnsi="Corbel"/>
          <w:bCs/>
          <w:i/>
        </w:rPr>
        <w:t>UR</w:t>
      </w:r>
      <w:proofErr w:type="spellEnd"/>
      <w:r w:rsidR="00865736" w:rsidRPr="00E960BB">
        <w:rPr>
          <w:rFonts w:ascii="Corbel" w:hAnsi="Corbel"/>
          <w:bCs/>
          <w:i/>
        </w:rPr>
        <w:t xml:space="preserve">  nr 12/2019</w:t>
      </w:r>
    </w:p>
    <w:p w14:paraId="54F9AE05" w14:textId="07163113" w:rsidR="006E5D65" w:rsidRPr="003F35B2" w:rsidRDefault="00D8678B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450723A2" w14:textId="77777777" w:rsidR="00301D9E" w:rsidRDefault="0071620A" w:rsidP="00301D9E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301D9E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0BB8FF11" w14:textId="31F5FCE0" w:rsidR="292A1916" w:rsidRDefault="292A1916" w:rsidP="00301D9E">
      <w:pPr>
        <w:spacing w:after="0" w:line="240" w:lineRule="auto"/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301D9E">
        <w:rPr>
          <w:rFonts w:ascii="Corbel" w:eastAsia="Corbel" w:hAnsi="Corbel" w:cs="Corbel"/>
          <w:sz w:val="24"/>
          <w:szCs w:val="24"/>
        </w:rPr>
        <w:t>0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301D9E">
        <w:rPr>
          <w:rFonts w:ascii="Corbel" w:eastAsia="Corbel" w:hAnsi="Corbel" w:cs="Corbel"/>
          <w:sz w:val="24"/>
          <w:szCs w:val="24"/>
        </w:rPr>
        <w:t>1</w:t>
      </w:r>
      <w:bookmarkStart w:id="0" w:name="_GoBack"/>
      <w:bookmarkEnd w:id="0"/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9E4745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E07ECB0" w:rsidR="00837B25" w:rsidRPr="003F35B2" w:rsidRDefault="009512F3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37B25"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dr  Małgorzata </w:t>
            </w: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dr  Małgorzata </w:t>
            </w:r>
            <w:proofErr w:type="spellStart"/>
            <w:r w:rsidRPr="003F35B2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3F35B2">
        <w:rPr>
          <w:rFonts w:ascii="Corbel" w:hAnsi="Corbel"/>
          <w:sz w:val="24"/>
          <w:szCs w:val="24"/>
        </w:rPr>
        <w:t>ECTS</w:t>
      </w:r>
      <w:proofErr w:type="spellEnd"/>
      <w:r w:rsidRPr="003F35B2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3F35B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3F35B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1D8F401" w:rsidR="00015B8F" w:rsidRPr="003F35B2" w:rsidRDefault="009E47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 xml:space="preserve">lub z wykorzystaniem platformy Ms </w:t>
      </w:r>
      <w:proofErr w:type="spellStart"/>
      <w:r w:rsidR="616867E3" w:rsidRPr="24E59F70">
        <w:rPr>
          <w:rFonts w:ascii="Corbel" w:hAnsi="Corbel"/>
        </w:rPr>
        <w:t>Teams</w:t>
      </w:r>
      <w:proofErr w:type="spellEnd"/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>Efekty kształcenia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5B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="00E23341" w:rsidRPr="003F35B2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="00E23341" w:rsidRPr="003F35B2"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 w:rsidR="00E23341" w:rsidRPr="003F35B2">
              <w:rPr>
                <w:rFonts w:ascii="Corbel" w:hAnsi="Corbel"/>
                <w:sz w:val="24"/>
                <w:szCs w:val="24"/>
              </w:rPr>
              <w:t xml:space="preserve">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cykl inwestycyjny. Proces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dezinwestycji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. Zalety i wady inwestycji typu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. 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w Europie. Bariery rozwoju rynku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Finansowanie działalności gospodarczej z udziałem aniołów biznesu. Charakterystyka i klasyfikacja aniołów biznesu. Motywy działania aniołów biznesu. Aniołowie biznesu versus fundusze venture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>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dowych. Finansowanie </w:t>
            </w:r>
            <w:proofErr w:type="spellStart"/>
            <w:r w:rsidR="006B6C0C" w:rsidRPr="003F35B2">
              <w:rPr>
                <w:rFonts w:ascii="Corbel" w:hAnsi="Corbel"/>
                <w:sz w:val="24"/>
                <w:szCs w:val="24"/>
              </w:rPr>
              <w:t>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</w:t>
            </w:r>
            <w:proofErr w:type="spellEnd"/>
            <w:r w:rsidR="004B7DE4" w:rsidRPr="003F35B2">
              <w:rPr>
                <w:rFonts w:ascii="Corbel" w:hAnsi="Corbel"/>
                <w:sz w:val="24"/>
                <w:szCs w:val="24"/>
              </w:rPr>
              <w:t xml:space="preserve">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lastRenderedPageBreak/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economy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economy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Crowdfunding,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social</w:t>
            </w:r>
            <w:proofErr w:type="spellEnd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lending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kłady kampanii </w:t>
            </w:r>
            <w:proofErr w:type="spellStart"/>
            <w:r w:rsidR="006B6C0C" w:rsidRPr="003F35B2">
              <w:rPr>
                <w:rFonts w:ascii="Corbel" w:hAnsi="Corbel"/>
                <w:sz w:val="24"/>
                <w:szCs w:val="24"/>
              </w:rPr>
              <w:t>crowdfundingowych</w:t>
            </w:r>
            <w:proofErr w:type="spellEnd"/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35B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35B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F35B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F35B2">
        <w:rPr>
          <w:rFonts w:ascii="Corbel" w:hAnsi="Corbel"/>
          <w:b/>
          <w:sz w:val="24"/>
          <w:szCs w:val="24"/>
        </w:rPr>
        <w:t xml:space="preserve">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3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35B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3F3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550DCE6D" w:rsidR="0085747A" w:rsidRPr="003F35B2" w:rsidRDefault="009E474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F35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F35B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AC482E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</w:t>
            </w:r>
            <w:r w:rsidR="009E474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F35B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F35B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F35B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Aniołowie biznesu w sektorze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MSP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Rifkin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Społeczeństwo zerowych kosztów krańcowych: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internet</w:t>
            </w:r>
            <w:proofErr w:type="spellEnd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Inwestycje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private</w:t>
            </w:r>
            <w:proofErr w:type="spellEnd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 xml:space="preserve"> equity/venture </w:t>
            </w:r>
            <w:proofErr w:type="spellStart"/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capital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Key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Text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Wyd.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UG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Migaszewski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Komisja </w:t>
            </w:r>
            <w:proofErr w:type="spellStart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Euopejska</w:t>
            </w:r>
            <w:proofErr w:type="spellEnd"/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8B298" w14:textId="77777777" w:rsidR="00D85A4A" w:rsidRDefault="00D85A4A" w:rsidP="00C16ABF">
      <w:pPr>
        <w:spacing w:after="0" w:line="240" w:lineRule="auto"/>
      </w:pPr>
      <w:r>
        <w:separator/>
      </w:r>
    </w:p>
  </w:endnote>
  <w:endnote w:type="continuationSeparator" w:id="0">
    <w:p w14:paraId="0FFCBE3A" w14:textId="77777777" w:rsidR="00D85A4A" w:rsidRDefault="00D85A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3488A" w14:textId="77777777" w:rsidR="00D85A4A" w:rsidRDefault="00D85A4A" w:rsidP="00C16ABF">
      <w:pPr>
        <w:spacing w:after="0" w:line="240" w:lineRule="auto"/>
      </w:pPr>
      <w:r>
        <w:separator/>
      </w:r>
    </w:p>
  </w:footnote>
  <w:footnote w:type="continuationSeparator" w:id="0">
    <w:p w14:paraId="0760F44D" w14:textId="77777777" w:rsidR="00D85A4A" w:rsidRDefault="00D85A4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5336"/>
    <w:rsid w:val="001A70D2"/>
    <w:rsid w:val="001C0367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1D9E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55E5"/>
    <w:rsid w:val="005C696A"/>
    <w:rsid w:val="005D13D4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5BF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7B25"/>
    <w:rsid w:val="00842C6F"/>
    <w:rsid w:val="008449B3"/>
    <w:rsid w:val="00846AA1"/>
    <w:rsid w:val="00846D04"/>
    <w:rsid w:val="008471C4"/>
    <w:rsid w:val="0085747A"/>
    <w:rsid w:val="0086205A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12F3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E4745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21FE"/>
    <w:rsid w:val="00D5502F"/>
    <w:rsid w:val="00D552B2"/>
    <w:rsid w:val="00D608D1"/>
    <w:rsid w:val="00D74119"/>
    <w:rsid w:val="00D8075B"/>
    <w:rsid w:val="00D85A4A"/>
    <w:rsid w:val="00D8678B"/>
    <w:rsid w:val="00DA2114"/>
    <w:rsid w:val="00DD620C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5C2E93-D17D-4C58-A5F8-8E2C1DFB8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984</Words>
  <Characters>5909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</cp:revision>
  <cp:lastPrinted>2017-06-02T04:47:00Z</cp:lastPrinted>
  <dcterms:created xsi:type="dcterms:W3CDTF">2020-12-21T10:54:00Z</dcterms:created>
  <dcterms:modified xsi:type="dcterms:W3CDTF">2021-11-08T08:03:00Z</dcterms:modified>
</cp:coreProperties>
</file>